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9E8F567D-6E1A-417F-BA9C-1EE88354A5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